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3CE54" w14:textId="77777777" w:rsidR="007911E1" w:rsidRDefault="007911E1" w:rsidP="007911E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1F442F" w14:textId="77777777" w:rsidR="007911E1" w:rsidRDefault="007911E1" w:rsidP="007911E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3F02F50" w14:textId="77777777" w:rsidR="007911E1" w:rsidRDefault="007911E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1A6B07" w14:textId="69448005"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14:paraId="6B889859" w14:textId="0396F7FC" w:rsidR="0085747A" w:rsidRPr="00D9719E" w:rsidRDefault="0071620A" w:rsidP="00184E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9719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D9719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184E83">
        <w:rPr>
          <w:rFonts w:ascii="Corbel" w:hAnsi="Corbel"/>
          <w:b/>
          <w:smallCaps/>
          <w:sz w:val="24"/>
          <w:szCs w:val="24"/>
        </w:rPr>
        <w:t>2024-2029</w:t>
      </w:r>
    </w:p>
    <w:p w14:paraId="72497FFF" w14:textId="6B720893" w:rsidR="00445970" w:rsidRPr="00D9719E" w:rsidRDefault="000412D9" w:rsidP="00B9424B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D9719E">
        <w:rPr>
          <w:rFonts w:ascii="Corbel" w:hAnsi="Corbel"/>
          <w:b/>
          <w:bCs/>
          <w:sz w:val="24"/>
          <w:szCs w:val="24"/>
        </w:rPr>
        <w:t>202</w:t>
      </w:r>
      <w:r w:rsidR="00184E83">
        <w:rPr>
          <w:rFonts w:ascii="Corbel" w:hAnsi="Corbel"/>
          <w:b/>
          <w:bCs/>
          <w:sz w:val="24"/>
          <w:szCs w:val="24"/>
        </w:rPr>
        <w:t>4</w:t>
      </w:r>
      <w:r w:rsidR="001426F8" w:rsidRPr="00D9719E">
        <w:rPr>
          <w:rFonts w:ascii="Corbel" w:hAnsi="Corbel"/>
          <w:b/>
          <w:bCs/>
          <w:sz w:val="24"/>
          <w:szCs w:val="24"/>
        </w:rPr>
        <w:t>/2</w:t>
      </w:r>
      <w:r w:rsidR="00D9719E" w:rsidRPr="00D9719E">
        <w:rPr>
          <w:rFonts w:ascii="Corbel" w:hAnsi="Corbel"/>
          <w:b/>
          <w:bCs/>
          <w:sz w:val="24"/>
          <w:szCs w:val="24"/>
        </w:rPr>
        <w:t>0</w:t>
      </w:r>
      <w:r w:rsidR="00C44D96" w:rsidRPr="00D9719E">
        <w:rPr>
          <w:rFonts w:ascii="Corbel" w:hAnsi="Corbel"/>
          <w:b/>
          <w:bCs/>
          <w:sz w:val="24"/>
          <w:szCs w:val="24"/>
        </w:rPr>
        <w:t>2</w:t>
      </w:r>
      <w:r w:rsidR="00184E83">
        <w:rPr>
          <w:rFonts w:ascii="Corbel" w:hAnsi="Corbel"/>
          <w:b/>
          <w:bCs/>
          <w:sz w:val="24"/>
          <w:szCs w:val="24"/>
        </w:rPr>
        <w:t>5</w:t>
      </w:r>
    </w:p>
    <w:p w14:paraId="08C0489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E3C99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14:paraId="06ADF990" w14:textId="77777777" w:rsidTr="00B819C8">
        <w:tc>
          <w:tcPr>
            <w:tcW w:w="2694" w:type="dxa"/>
            <w:vAlign w:val="center"/>
          </w:tcPr>
          <w:p w14:paraId="5E578EB3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A500D" w14:textId="77777777"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14:paraId="52F048E2" w14:textId="77777777" w:rsidTr="00B819C8">
        <w:tc>
          <w:tcPr>
            <w:tcW w:w="2694" w:type="dxa"/>
            <w:vAlign w:val="center"/>
          </w:tcPr>
          <w:p w14:paraId="5B4BBFEF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F1DA0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14:paraId="7D310E14" w14:textId="77777777" w:rsidTr="00B819C8">
        <w:tc>
          <w:tcPr>
            <w:tcW w:w="2694" w:type="dxa"/>
            <w:vAlign w:val="center"/>
          </w:tcPr>
          <w:p w14:paraId="6728E40F" w14:textId="77777777"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C20B1D" w14:textId="77777777"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14:paraId="577182D7" w14:textId="77777777" w:rsidTr="00B819C8">
        <w:tc>
          <w:tcPr>
            <w:tcW w:w="2694" w:type="dxa"/>
            <w:vAlign w:val="center"/>
          </w:tcPr>
          <w:p w14:paraId="5DF61E7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FB5ED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14:paraId="1812293E" w14:textId="77777777" w:rsidTr="00B819C8">
        <w:tc>
          <w:tcPr>
            <w:tcW w:w="2694" w:type="dxa"/>
            <w:vAlign w:val="center"/>
          </w:tcPr>
          <w:p w14:paraId="38B5692B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906227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14:paraId="5D3EE98E" w14:textId="77777777" w:rsidTr="00B819C8">
        <w:tc>
          <w:tcPr>
            <w:tcW w:w="2694" w:type="dxa"/>
            <w:vAlign w:val="center"/>
          </w:tcPr>
          <w:p w14:paraId="0BC4F669" w14:textId="77777777"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2DC72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14:paraId="62CBCCC5" w14:textId="77777777" w:rsidTr="00B819C8">
        <w:tc>
          <w:tcPr>
            <w:tcW w:w="2694" w:type="dxa"/>
            <w:vAlign w:val="center"/>
          </w:tcPr>
          <w:p w14:paraId="5192CF1E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08645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14:paraId="05620511" w14:textId="77777777" w:rsidTr="00B819C8">
        <w:tc>
          <w:tcPr>
            <w:tcW w:w="2694" w:type="dxa"/>
            <w:vAlign w:val="center"/>
          </w:tcPr>
          <w:p w14:paraId="3F7B9B40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FFBF7E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14:paraId="4BC2A786" w14:textId="77777777" w:rsidTr="00B819C8">
        <w:tc>
          <w:tcPr>
            <w:tcW w:w="2694" w:type="dxa"/>
            <w:vAlign w:val="center"/>
          </w:tcPr>
          <w:p w14:paraId="1C690ACF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0726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14:paraId="7C34A0E8" w14:textId="77777777" w:rsidTr="00B819C8">
        <w:tc>
          <w:tcPr>
            <w:tcW w:w="2694" w:type="dxa"/>
            <w:vAlign w:val="center"/>
          </w:tcPr>
          <w:p w14:paraId="05A1970D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2C794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14:paraId="08EF0118" w14:textId="77777777" w:rsidTr="00B819C8">
        <w:tc>
          <w:tcPr>
            <w:tcW w:w="2694" w:type="dxa"/>
            <w:vAlign w:val="center"/>
          </w:tcPr>
          <w:p w14:paraId="0A0DCC83" w14:textId="77777777"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B642D" w14:textId="77777777"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14:paraId="2F18C11C" w14:textId="77777777" w:rsidTr="00B819C8">
        <w:tc>
          <w:tcPr>
            <w:tcW w:w="2694" w:type="dxa"/>
            <w:vAlign w:val="center"/>
          </w:tcPr>
          <w:p w14:paraId="5409BB07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8D60F" w14:textId="5F314CBA" w:rsidR="0085747A" w:rsidRPr="00E076AE" w:rsidRDefault="008E3DBE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  <w:tr w:rsidR="0085747A" w:rsidRPr="00E076AE" w14:paraId="439C8407" w14:textId="77777777" w:rsidTr="00B819C8">
        <w:tc>
          <w:tcPr>
            <w:tcW w:w="2694" w:type="dxa"/>
            <w:vAlign w:val="center"/>
          </w:tcPr>
          <w:p w14:paraId="63B529D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12C857" w14:textId="025D08EB" w:rsidR="0085747A" w:rsidRPr="00E076AE" w:rsidRDefault="008E3DBE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</w:tbl>
    <w:p w14:paraId="6681D2E3" w14:textId="77777777"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14:paraId="1D844035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000C0" w14:textId="77777777"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9BB3E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14:paraId="37B3FFC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5C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14:paraId="289CF717" w14:textId="77777777"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C5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Wykł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922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84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Konw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6F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1E6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C5C9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A4D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Prakt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601D" w14:textId="77777777"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FF1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14:paraId="79C5BF1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C5A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135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93E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C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EB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60B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0D4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73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3A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C8A1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32411087" w14:textId="77777777"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23DAFF" w14:textId="77777777"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14:paraId="4B9514D8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14D82C1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9DE941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0A0C80" w14:textId="77777777"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14:paraId="1A8E5295" w14:textId="77777777"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102EDED" w14:textId="77777777"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E8818" w14:textId="77777777"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546BD846" w14:textId="77777777" w:rsidTr="00745302">
        <w:tc>
          <w:tcPr>
            <w:tcW w:w="9670" w:type="dxa"/>
          </w:tcPr>
          <w:p w14:paraId="5367E93E" w14:textId="77777777"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14:paraId="4854CCB9" w14:textId="77777777"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3EA022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14:paraId="15922AC5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7F8921" w14:textId="77777777"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14:paraId="6EBC8E5A" w14:textId="77777777"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14:paraId="32EA38EC" w14:textId="77777777" w:rsidTr="00923D7D">
        <w:tc>
          <w:tcPr>
            <w:tcW w:w="851" w:type="dxa"/>
            <w:vAlign w:val="center"/>
          </w:tcPr>
          <w:p w14:paraId="52AE0AF4" w14:textId="77777777"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9E72102" w14:textId="77777777"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14:paraId="09017F39" w14:textId="77777777" w:rsidTr="00923D7D">
        <w:tc>
          <w:tcPr>
            <w:tcW w:w="851" w:type="dxa"/>
            <w:vAlign w:val="center"/>
          </w:tcPr>
          <w:p w14:paraId="5E967E7D" w14:textId="77777777"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7F698F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14:paraId="6E053D6C" w14:textId="77777777" w:rsidTr="00923D7D">
        <w:tc>
          <w:tcPr>
            <w:tcW w:w="851" w:type="dxa"/>
            <w:vAlign w:val="center"/>
          </w:tcPr>
          <w:p w14:paraId="197A733E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A3DA95" w14:textId="77777777"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14:paraId="5A125A62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24F13" w14:textId="77777777"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14:paraId="78404DD6" w14:textId="77777777"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14:paraId="4870DBFF" w14:textId="77777777" w:rsidTr="00B9424B">
        <w:tc>
          <w:tcPr>
            <w:tcW w:w="1418" w:type="dxa"/>
            <w:vAlign w:val="center"/>
          </w:tcPr>
          <w:p w14:paraId="55F704F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085C203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09780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14:paraId="67E259BE" w14:textId="77777777" w:rsidTr="00B9424B">
        <w:tc>
          <w:tcPr>
            <w:tcW w:w="1418" w:type="dxa"/>
            <w:vAlign w:val="center"/>
          </w:tcPr>
          <w:p w14:paraId="2CB4AA74" w14:textId="77777777"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FBFA03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42B2FEB6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7FEBBD4F" w14:textId="77777777" w:rsidTr="00B9424B">
        <w:tc>
          <w:tcPr>
            <w:tcW w:w="1418" w:type="dxa"/>
          </w:tcPr>
          <w:p w14:paraId="7199AEC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2FD20F0F" w14:textId="77777777"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898907C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14:paraId="628D3A29" w14:textId="77777777" w:rsidTr="00B9424B">
        <w:tc>
          <w:tcPr>
            <w:tcW w:w="1418" w:type="dxa"/>
          </w:tcPr>
          <w:p w14:paraId="11CA7EDB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071547A" w14:textId="77777777"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6C299A6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14:paraId="1FBE3F97" w14:textId="77777777" w:rsidTr="00B9424B">
        <w:tc>
          <w:tcPr>
            <w:tcW w:w="1418" w:type="dxa"/>
          </w:tcPr>
          <w:p w14:paraId="5EFD3453" w14:textId="77777777"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2CD308A" w14:textId="77777777"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14:paraId="04CBF68D" w14:textId="77777777"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609A3874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4A79D" w14:textId="77777777"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14:paraId="714EF3F8" w14:textId="77777777"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14:paraId="7CF26B4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0B4CB3" w14:textId="77777777"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14:paraId="7B8A663C" w14:textId="77777777"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7CAAAE43" w14:textId="77777777" w:rsidTr="00923D7D">
        <w:tc>
          <w:tcPr>
            <w:tcW w:w="9639" w:type="dxa"/>
          </w:tcPr>
          <w:p w14:paraId="07810BB4" w14:textId="77777777"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14:paraId="1227A0D5" w14:textId="77777777" w:rsidTr="00923D7D">
        <w:tc>
          <w:tcPr>
            <w:tcW w:w="9639" w:type="dxa"/>
          </w:tcPr>
          <w:p w14:paraId="3AEC312F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14:paraId="5FD916F0" w14:textId="77777777" w:rsidTr="00923D7D">
        <w:tc>
          <w:tcPr>
            <w:tcW w:w="9639" w:type="dxa"/>
          </w:tcPr>
          <w:p w14:paraId="1551CD2B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14:paraId="7E38B087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14:paraId="2EBBEBF8" w14:textId="77777777" w:rsidTr="00923D7D">
        <w:tc>
          <w:tcPr>
            <w:tcW w:w="9639" w:type="dxa"/>
          </w:tcPr>
          <w:p w14:paraId="2651E49C" w14:textId="77777777"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14:paraId="2C22F923" w14:textId="77777777" w:rsidTr="001A2C98">
        <w:trPr>
          <w:trHeight w:val="104"/>
        </w:trPr>
        <w:tc>
          <w:tcPr>
            <w:tcW w:w="9639" w:type="dxa"/>
          </w:tcPr>
          <w:p w14:paraId="7A5864E1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5BEF078A" w14:textId="77777777" w:rsidTr="001A2C98">
        <w:trPr>
          <w:trHeight w:val="139"/>
        </w:trPr>
        <w:tc>
          <w:tcPr>
            <w:tcW w:w="9639" w:type="dxa"/>
          </w:tcPr>
          <w:p w14:paraId="54BC6EAF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14:paraId="51ABDBD5" w14:textId="77777777" w:rsidTr="001A2C98">
        <w:trPr>
          <w:trHeight w:val="137"/>
        </w:trPr>
        <w:tc>
          <w:tcPr>
            <w:tcW w:w="9639" w:type="dxa"/>
          </w:tcPr>
          <w:p w14:paraId="7C011C69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7CF9C04" w14:textId="77777777" w:rsidTr="001A2C98">
        <w:trPr>
          <w:trHeight w:val="173"/>
        </w:trPr>
        <w:tc>
          <w:tcPr>
            <w:tcW w:w="9639" w:type="dxa"/>
          </w:tcPr>
          <w:p w14:paraId="491D659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34DC4FBD" w14:textId="77777777" w:rsidTr="001A2C98">
        <w:trPr>
          <w:trHeight w:val="156"/>
        </w:trPr>
        <w:tc>
          <w:tcPr>
            <w:tcW w:w="9639" w:type="dxa"/>
          </w:tcPr>
          <w:p w14:paraId="42A0FB7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2A18AF25" w14:textId="77777777" w:rsidTr="001A2C98">
        <w:trPr>
          <w:trHeight w:val="257"/>
        </w:trPr>
        <w:tc>
          <w:tcPr>
            <w:tcW w:w="9639" w:type="dxa"/>
          </w:tcPr>
          <w:p w14:paraId="02EBC607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08A2B2B" w14:textId="77777777" w:rsidTr="00923D7D">
        <w:trPr>
          <w:trHeight w:val="312"/>
        </w:trPr>
        <w:tc>
          <w:tcPr>
            <w:tcW w:w="9639" w:type="dxa"/>
          </w:tcPr>
          <w:p w14:paraId="1003E58E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A6B50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BFEC0" w14:textId="77777777"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14:paraId="34E8E0F2" w14:textId="77777777"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14:paraId="650A6B8B" w14:textId="77777777"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CA636" w14:textId="77777777"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14:paraId="551142FA" w14:textId="77777777"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43571A" w14:textId="77777777"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14:paraId="3C7131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14:paraId="2F299581" w14:textId="77777777" w:rsidTr="00C05F44">
        <w:tc>
          <w:tcPr>
            <w:tcW w:w="1985" w:type="dxa"/>
            <w:vAlign w:val="center"/>
          </w:tcPr>
          <w:p w14:paraId="5D889A6A" w14:textId="77777777"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8BA8F" w14:textId="77777777"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39E8EC" w14:textId="77777777"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A991EE" w14:textId="77777777"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503C6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6442D371" w14:textId="77777777" w:rsidTr="00C05F44">
        <w:tc>
          <w:tcPr>
            <w:tcW w:w="1985" w:type="dxa"/>
          </w:tcPr>
          <w:p w14:paraId="69595326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076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076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D7B81E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8BF0C2C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14:paraId="38AD55A3" w14:textId="77777777" w:rsidTr="005B2614">
        <w:trPr>
          <w:trHeight w:val="312"/>
        </w:trPr>
        <w:tc>
          <w:tcPr>
            <w:tcW w:w="1985" w:type="dxa"/>
          </w:tcPr>
          <w:p w14:paraId="72B67F9F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4AF457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7C8C97ED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14:paraId="1EE8F11C" w14:textId="77777777" w:rsidTr="00C05F44">
        <w:trPr>
          <w:trHeight w:val="278"/>
        </w:trPr>
        <w:tc>
          <w:tcPr>
            <w:tcW w:w="1985" w:type="dxa"/>
          </w:tcPr>
          <w:p w14:paraId="6CBB0F7A" w14:textId="6706590F" w:rsidR="005B2614" w:rsidRPr="00E076AE" w:rsidRDefault="00A86A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</w:p>
        </w:tc>
        <w:tc>
          <w:tcPr>
            <w:tcW w:w="5528" w:type="dxa"/>
          </w:tcPr>
          <w:p w14:paraId="5F4D9D2D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F93A9E1" w14:textId="77777777"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7686E0" w14:textId="54BB8D6D" w:rsidR="00A86A11" w:rsidRDefault="00A86A11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213910" w14:textId="4434B6E6" w:rsidR="00923D7D" w:rsidRPr="00A86A11" w:rsidRDefault="003E1941" w:rsidP="00A86A11">
      <w:pPr>
        <w:tabs>
          <w:tab w:val="left" w:pos="1980"/>
        </w:tabs>
        <w:rPr>
          <w:rFonts w:ascii="Corbel" w:hAnsi="Corbel"/>
          <w:b/>
          <w:smallCaps/>
          <w:szCs w:val="24"/>
        </w:rPr>
      </w:pPr>
      <w:r w:rsidRPr="00A86A11">
        <w:rPr>
          <w:rFonts w:ascii="Corbel" w:hAnsi="Corbel"/>
          <w:b/>
          <w:szCs w:val="24"/>
        </w:rPr>
        <w:t xml:space="preserve">4.2 </w:t>
      </w:r>
      <w:r w:rsidR="0085747A" w:rsidRPr="00A86A11">
        <w:rPr>
          <w:rFonts w:ascii="Corbel" w:hAnsi="Corbel"/>
          <w:b/>
          <w:szCs w:val="24"/>
        </w:rPr>
        <w:t>Warunki zaliczenia przedmiotu (kryteria oceniania)</w:t>
      </w:r>
      <w:r w:rsidR="00923D7D" w:rsidRPr="00A86A11">
        <w:rPr>
          <w:rFonts w:ascii="Corbel" w:hAnsi="Corbel"/>
          <w:b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14:paraId="305DBF98" w14:textId="77777777" w:rsidTr="00923D7D">
        <w:tc>
          <w:tcPr>
            <w:tcW w:w="9670" w:type="dxa"/>
          </w:tcPr>
          <w:p w14:paraId="02C7EAEF" w14:textId="77777777" w:rsidR="0079648A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96CDB1" w14:textId="5E071377" w:rsidR="0085747A" w:rsidRPr="00E076AE" w:rsidRDefault="0079648A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Ocenianie 60% poprawnych odpowiedzi –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70%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85%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90 – 100%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178BEEDB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709B8" w14:textId="77777777"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1CC0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14:paraId="61A99826" w14:textId="77777777" w:rsidTr="003E1941">
        <w:tc>
          <w:tcPr>
            <w:tcW w:w="4962" w:type="dxa"/>
            <w:vAlign w:val="center"/>
          </w:tcPr>
          <w:p w14:paraId="16155EAA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DD5242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14:paraId="3CD776E3" w14:textId="77777777" w:rsidTr="00923D7D">
        <w:tc>
          <w:tcPr>
            <w:tcW w:w="4962" w:type="dxa"/>
          </w:tcPr>
          <w:p w14:paraId="423ED268" w14:textId="35597564" w:rsidR="0085747A" w:rsidRPr="00E076AE" w:rsidRDefault="00C61DC5" w:rsidP="00A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1AA922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14:paraId="0133B232" w14:textId="77777777" w:rsidTr="00923D7D">
        <w:tc>
          <w:tcPr>
            <w:tcW w:w="4962" w:type="dxa"/>
          </w:tcPr>
          <w:p w14:paraId="30F8ADEB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34E6D6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88911C" w14:textId="77777777"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14:paraId="2ADF9B83" w14:textId="77777777" w:rsidTr="00923D7D">
        <w:tc>
          <w:tcPr>
            <w:tcW w:w="4962" w:type="dxa"/>
          </w:tcPr>
          <w:p w14:paraId="3747E588" w14:textId="77777777"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5C3D632E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3A12B9AC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B69CCC7" w14:textId="77777777"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24E1F192" w14:textId="77777777"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D2A82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14:paraId="2D54871B" w14:textId="77777777"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14:paraId="1ECFF465" w14:textId="121C0827" w:rsidR="00267A8E" w:rsidRPr="00E076AE" w:rsidRDefault="008E3DB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E076AE" w14:paraId="3514A0AC" w14:textId="77777777" w:rsidTr="00923D7D">
        <w:tc>
          <w:tcPr>
            <w:tcW w:w="4962" w:type="dxa"/>
          </w:tcPr>
          <w:p w14:paraId="5F5DBBBE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848FB" w14:textId="1830DB4D" w:rsidR="0085747A" w:rsidRPr="00E076AE" w:rsidRDefault="008E3DB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E076AE" w14:paraId="1E51EB41" w14:textId="77777777" w:rsidTr="00923D7D">
        <w:tc>
          <w:tcPr>
            <w:tcW w:w="4962" w:type="dxa"/>
          </w:tcPr>
          <w:p w14:paraId="7364B801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F3F02D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7BAEEA9" w14:textId="77777777"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9F43" w14:textId="77777777"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4AD54" w14:textId="77777777"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14:paraId="1FBC2021" w14:textId="77777777" w:rsidTr="008D7CDE">
        <w:trPr>
          <w:trHeight w:val="283"/>
        </w:trPr>
        <w:tc>
          <w:tcPr>
            <w:tcW w:w="4111" w:type="dxa"/>
          </w:tcPr>
          <w:p w14:paraId="07FA16C8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48B107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14:paraId="1F284868" w14:textId="77777777" w:rsidTr="008D7CDE">
        <w:trPr>
          <w:trHeight w:val="283"/>
        </w:trPr>
        <w:tc>
          <w:tcPr>
            <w:tcW w:w="4111" w:type="dxa"/>
          </w:tcPr>
          <w:p w14:paraId="0F294983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F5F0EB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76E79DF" w14:textId="77777777"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53C7" w14:textId="77777777"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14:paraId="560063EC" w14:textId="77777777" w:rsidTr="00B9424B">
        <w:trPr>
          <w:trHeight w:val="397"/>
        </w:trPr>
        <w:tc>
          <w:tcPr>
            <w:tcW w:w="9639" w:type="dxa"/>
          </w:tcPr>
          <w:p w14:paraId="6908C51E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D31646" w14:textId="77777777" w:rsidR="0079648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Kmieciak B., Zawadzki D., Sikora J.P., Pierwsza pomoc w stanach zagrożenia i życia.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Medical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2021.</w:t>
            </w:r>
          </w:p>
          <w:p w14:paraId="1B0A7F75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7CC86113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14:paraId="3B3E0987" w14:textId="5F8B1C8C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076AE" w14:paraId="1CD428B2" w14:textId="77777777" w:rsidTr="00B9424B">
        <w:trPr>
          <w:trHeight w:val="397"/>
        </w:trPr>
        <w:tc>
          <w:tcPr>
            <w:tcW w:w="9639" w:type="dxa"/>
          </w:tcPr>
          <w:p w14:paraId="6806337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FE2929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087DF1D3" w14:textId="77777777" w:rsidR="0079648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14:paraId="503859A6" w14:textId="62B2DCA7" w:rsidR="005B2614" w:rsidRPr="00E076AE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</w:tc>
      </w:tr>
    </w:tbl>
    <w:p w14:paraId="122A0404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8CEA3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C4478" w14:textId="77777777"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B6FCF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D2539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9F16C" w14:textId="77777777"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CF83E" w14:textId="77777777" w:rsidR="00AE1D57" w:rsidRDefault="00AE1D57" w:rsidP="00C16ABF">
      <w:pPr>
        <w:spacing w:after="0" w:line="240" w:lineRule="auto"/>
      </w:pPr>
      <w:r>
        <w:separator/>
      </w:r>
    </w:p>
  </w:endnote>
  <w:endnote w:type="continuationSeparator" w:id="0">
    <w:p w14:paraId="07A7E575" w14:textId="77777777" w:rsidR="00AE1D57" w:rsidRDefault="00AE1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35584" w14:textId="77777777" w:rsidR="00AE1D57" w:rsidRDefault="00AE1D57" w:rsidP="00C16ABF">
      <w:pPr>
        <w:spacing w:after="0" w:line="240" w:lineRule="auto"/>
      </w:pPr>
      <w:r>
        <w:separator/>
      </w:r>
    </w:p>
  </w:footnote>
  <w:footnote w:type="continuationSeparator" w:id="0">
    <w:p w14:paraId="01563D5F" w14:textId="77777777" w:rsidR="00AE1D57" w:rsidRDefault="00AE1D57" w:rsidP="00C16ABF">
      <w:pPr>
        <w:spacing w:after="0" w:line="240" w:lineRule="auto"/>
      </w:pPr>
      <w:r>
        <w:continuationSeparator/>
      </w:r>
    </w:p>
  </w:footnote>
  <w:footnote w:id="1">
    <w:p w14:paraId="41F35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531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84E83"/>
    <w:rsid w:val="00192F37"/>
    <w:rsid w:val="001A2C98"/>
    <w:rsid w:val="001A70D2"/>
    <w:rsid w:val="001D657B"/>
    <w:rsid w:val="001D7B54"/>
    <w:rsid w:val="001E0209"/>
    <w:rsid w:val="001F2CA2"/>
    <w:rsid w:val="00213246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F7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34D4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1E1"/>
    <w:rsid w:val="0079648A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67E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3DBE"/>
    <w:rsid w:val="008E64F4"/>
    <w:rsid w:val="008F12C9"/>
    <w:rsid w:val="008F6E29"/>
    <w:rsid w:val="00905E05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86A11"/>
    <w:rsid w:val="00A97DE1"/>
    <w:rsid w:val="00AB053C"/>
    <w:rsid w:val="00AD1146"/>
    <w:rsid w:val="00AD27D3"/>
    <w:rsid w:val="00AD66D6"/>
    <w:rsid w:val="00AE1160"/>
    <w:rsid w:val="00AE1D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958C9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9719E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157"/>
  <w15:docId w15:val="{1DC9A169-2F6C-42F6-A062-C5CA99E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A048-3CF5-4597-819C-4D726BA6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2024-09-27T12:00:00Z</dcterms:created>
  <dcterms:modified xsi:type="dcterms:W3CDTF">2024-09-27T12:00:00Z</dcterms:modified>
</cp:coreProperties>
</file>